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239" w14:textId="77777777" w:rsidR="00FF5D08" w:rsidRDefault="00FF5D08" w:rsidP="00F17E00"/>
    <w:p w14:paraId="031A1FC8" w14:textId="77777777" w:rsidR="00FF5D08" w:rsidRDefault="00FF5D08" w:rsidP="00F17E00"/>
    <w:p w14:paraId="1797970B" w14:textId="6398D7B1" w:rsidR="00F17E00" w:rsidRPr="00F17E00" w:rsidRDefault="00F17E00" w:rsidP="00F17E00">
      <w:r w:rsidRPr="00F17E00">
        <w:t>Tallinnas</w:t>
      </w:r>
      <w:r>
        <w:t xml:space="preserve">,   </w:t>
      </w:r>
      <w:r w:rsidR="006B2D2C">
        <w:tab/>
      </w:r>
      <w:r w:rsidR="006B2D2C">
        <w:tab/>
      </w:r>
      <w:r w:rsidR="006B2D2C">
        <w:tab/>
      </w:r>
      <w:r w:rsidR="006B2D2C">
        <w:tab/>
      </w:r>
      <w:r w:rsidR="006B2D2C">
        <w:tab/>
      </w:r>
      <w:r w:rsidR="006B2D2C">
        <w:tab/>
      </w:r>
      <w:r w:rsidR="006B2D2C">
        <w:tab/>
      </w:r>
      <w:r w:rsidR="006B2D2C">
        <w:tab/>
      </w:r>
      <w:r w:rsidR="006B2D2C">
        <w:tab/>
        <w:t xml:space="preserve">     </w:t>
      </w:r>
      <w:r w:rsidR="00E53583">
        <w:t>06</w:t>
      </w:r>
      <w:r w:rsidRPr="00F17E00">
        <w:t>.</w:t>
      </w:r>
      <w:r w:rsidR="00A103F9">
        <w:t>0</w:t>
      </w:r>
      <w:r w:rsidR="00E53583">
        <w:t>4</w:t>
      </w:r>
      <w:r w:rsidRPr="00F17E00">
        <w:t>.202</w:t>
      </w:r>
      <w:r w:rsidR="00C87589">
        <w:t>3</w:t>
      </w:r>
      <w:r>
        <w:t>. a.</w:t>
      </w:r>
    </w:p>
    <w:p w14:paraId="0E66AA34" w14:textId="77777777" w:rsidR="00F17E00" w:rsidRDefault="00F17E00" w:rsidP="00F17E00">
      <w:pPr>
        <w:pStyle w:val="NoSpacing"/>
        <w:rPr>
          <w:b/>
          <w:bCs/>
        </w:rPr>
      </w:pPr>
    </w:p>
    <w:p w14:paraId="2D8A317A" w14:textId="01E5FA43" w:rsidR="00F17E00" w:rsidRPr="00F17E00" w:rsidRDefault="00F17E00" w:rsidP="00F17E00">
      <w:pPr>
        <w:pStyle w:val="NoSpacing"/>
        <w:rPr>
          <w:b/>
          <w:bCs/>
        </w:rPr>
      </w:pPr>
      <w:r w:rsidRPr="00F17E00">
        <w:rPr>
          <w:b/>
          <w:bCs/>
        </w:rPr>
        <w:t xml:space="preserve">VOLIKIRI NR. </w:t>
      </w:r>
      <w:r w:rsidR="006B2D2C">
        <w:rPr>
          <w:b/>
          <w:bCs/>
        </w:rPr>
        <w:t>1</w:t>
      </w:r>
      <w:r w:rsidR="00E53583">
        <w:rPr>
          <w:b/>
          <w:bCs/>
        </w:rPr>
        <w:t>439</w:t>
      </w:r>
    </w:p>
    <w:p w14:paraId="6E974E36" w14:textId="1C41FEF2" w:rsidR="00F17E00" w:rsidRDefault="00F17E00" w:rsidP="00F17E00">
      <w:pPr>
        <w:pStyle w:val="NoSpacing"/>
      </w:pPr>
    </w:p>
    <w:p w14:paraId="2ADE41BD" w14:textId="77777777" w:rsidR="00FF5D08" w:rsidRDefault="00FF5D08" w:rsidP="00F17E00">
      <w:pPr>
        <w:pStyle w:val="NoSpacing"/>
      </w:pPr>
    </w:p>
    <w:p w14:paraId="5C1F6832" w14:textId="7AB07899" w:rsidR="006B2D2C" w:rsidRDefault="00F17E00" w:rsidP="006B2D2C">
      <w:pPr>
        <w:pStyle w:val="NoSpacing"/>
        <w:jc w:val="both"/>
      </w:pPr>
      <w:r w:rsidRPr="00F17E00">
        <w:t xml:space="preserve">Käesolevaga volitab </w:t>
      </w:r>
      <w:proofErr w:type="spellStart"/>
      <w:r w:rsidRPr="00F17E00">
        <w:t>Tariston</w:t>
      </w:r>
      <w:proofErr w:type="spellEnd"/>
      <w:r w:rsidRPr="00F17E00">
        <w:t xml:space="preserve"> AS, registrikood 10887843, asukoht Toompuiestee 35, Tallinn, mida</w:t>
      </w:r>
      <w:r w:rsidR="006B2D2C">
        <w:t xml:space="preserve"> </w:t>
      </w:r>
      <w:r w:rsidRPr="00F17E00">
        <w:t>esindab seaduse ja põhikirja alusel juhatuse esimees Kaspar Kaldjärv, ehitusvaldkonna juhti</w:t>
      </w:r>
      <w:r w:rsidR="006B2D2C">
        <w:t xml:space="preserve"> </w:t>
      </w:r>
    </w:p>
    <w:p w14:paraId="01D15D54" w14:textId="77777777" w:rsidR="006B2D2C" w:rsidRDefault="006B2D2C" w:rsidP="006B2D2C">
      <w:pPr>
        <w:pStyle w:val="NoSpacing"/>
        <w:jc w:val="both"/>
        <w:rPr>
          <w:b/>
          <w:bCs/>
        </w:rPr>
      </w:pPr>
    </w:p>
    <w:p w14:paraId="1AAD41DB" w14:textId="498C2537" w:rsidR="00F17E00" w:rsidRPr="006B2D2C" w:rsidRDefault="00E53583" w:rsidP="006B2D2C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Kristjan </w:t>
      </w:r>
      <w:proofErr w:type="spellStart"/>
      <w:r>
        <w:rPr>
          <w:b/>
          <w:bCs/>
        </w:rPr>
        <w:t>Toome`</w:t>
      </w:r>
      <w:r w:rsidR="00F17E00" w:rsidRPr="006B2D2C">
        <w:rPr>
          <w:b/>
          <w:bCs/>
        </w:rPr>
        <w:t>t</w:t>
      </w:r>
      <w:proofErr w:type="spellEnd"/>
      <w:r w:rsidR="00F17E00" w:rsidRPr="006B2D2C">
        <w:rPr>
          <w:b/>
          <w:bCs/>
        </w:rPr>
        <w:t>, isikukood</w:t>
      </w:r>
      <w:r w:rsidR="00A33E5C">
        <w:rPr>
          <w:b/>
          <w:bCs/>
        </w:rPr>
        <w:t>iga</w:t>
      </w:r>
      <w:r w:rsidR="00F17E00" w:rsidRPr="006B2D2C">
        <w:rPr>
          <w:b/>
          <w:bCs/>
        </w:rPr>
        <w:t xml:space="preserve"> </w:t>
      </w:r>
      <w:r w:rsidRPr="00E53583">
        <w:rPr>
          <w:b/>
          <w:bCs/>
        </w:rPr>
        <w:t>37908074240</w:t>
      </w:r>
    </w:p>
    <w:p w14:paraId="13FA0C24" w14:textId="77777777" w:rsidR="006B2D2C" w:rsidRDefault="006B2D2C" w:rsidP="006B2D2C">
      <w:pPr>
        <w:pStyle w:val="NoSpacing"/>
        <w:jc w:val="both"/>
      </w:pPr>
    </w:p>
    <w:p w14:paraId="03C42DBA" w14:textId="3BED26E6" w:rsidR="00F17E00" w:rsidRPr="00F17E00" w:rsidRDefault="00F17E00" w:rsidP="006B2D2C">
      <w:pPr>
        <w:pStyle w:val="NoSpacing"/>
        <w:jc w:val="both"/>
      </w:pPr>
      <w:r w:rsidRPr="00F17E00">
        <w:t>volitaja nimel teostama alljärgnevaid tehinguid ja toiminguid:</w:t>
      </w:r>
    </w:p>
    <w:p w14:paraId="1F84CD69" w14:textId="7BC363BE" w:rsidR="00F17E00" w:rsidRPr="00F17E00" w:rsidRDefault="00F17E00" w:rsidP="006B2D2C">
      <w:pPr>
        <w:pStyle w:val="NoSpacing"/>
        <w:jc w:val="both"/>
      </w:pPr>
      <w:r w:rsidRPr="00F17E00">
        <w:t>- sõlmima, täitma, muutma ja/või lõpetama volitaja nimel tööde tellijana</w:t>
      </w:r>
      <w:r w:rsidR="006B2D2C">
        <w:t xml:space="preserve"> </w:t>
      </w:r>
      <w:r w:rsidRPr="00F17E00">
        <w:t>töövõtulepinguid</w:t>
      </w:r>
      <w:r w:rsidR="006B2D2C">
        <w:t xml:space="preserve"> </w:t>
      </w:r>
      <w:r w:rsidRPr="00F17E00">
        <w:t>ehitustööde ja/või projekteerimistööde teostamiseks summas kuni</w:t>
      </w:r>
      <w:r w:rsidR="006B2D2C">
        <w:t xml:space="preserve"> </w:t>
      </w:r>
      <w:r w:rsidRPr="00F17E00">
        <w:t>300 000.- (kolmsada tuhat) eurot ilma km-ta;</w:t>
      </w:r>
    </w:p>
    <w:p w14:paraId="0DDBAC6B" w14:textId="6367F214" w:rsidR="00F17E00" w:rsidRPr="00F17E00" w:rsidRDefault="00F17E00" w:rsidP="006B2D2C">
      <w:pPr>
        <w:pStyle w:val="NoSpacing"/>
        <w:jc w:val="both"/>
      </w:pPr>
      <w:r w:rsidRPr="00F17E00">
        <w:t>- sõlmima, täitma, muutma ja/või lõpetama volitaja nimel üürilepinguid/rendilepinguid</w:t>
      </w:r>
      <w:r w:rsidR="006B2D2C">
        <w:t xml:space="preserve"> </w:t>
      </w:r>
      <w:r w:rsidRPr="00F17E00">
        <w:t xml:space="preserve">kinnisasjade/vallasasjade üürile/rendile võtmiseks summas kuni </w:t>
      </w:r>
      <w:r w:rsidR="00F87D93">
        <w:t>10</w:t>
      </w:r>
      <w:r w:rsidRPr="00F17E00">
        <w:t xml:space="preserve"> 000.- (</w:t>
      </w:r>
      <w:r w:rsidR="00F87D93">
        <w:t>kümme</w:t>
      </w:r>
      <w:r w:rsidRPr="00F17E00">
        <w:t xml:space="preserve"> tuhat)</w:t>
      </w:r>
      <w:r w:rsidR="006B2D2C">
        <w:t xml:space="preserve"> </w:t>
      </w:r>
      <w:r w:rsidRPr="00F17E00">
        <w:t>eurot ilma km-ta ning nende lepingute esemete otsest valdust üürileandjalt/</w:t>
      </w:r>
      <w:r w:rsidR="006B2D2C">
        <w:t xml:space="preserve"> </w:t>
      </w:r>
      <w:r w:rsidRPr="00F17E00">
        <w:t>rendileandjalt vastu võtma ja</w:t>
      </w:r>
      <w:r w:rsidR="006B2D2C">
        <w:t xml:space="preserve"> </w:t>
      </w:r>
      <w:r w:rsidRPr="00F17E00">
        <w:t>lepingu lõppemisel lepingute esemete otsese valdust</w:t>
      </w:r>
      <w:r w:rsidR="006B2D2C">
        <w:t xml:space="preserve"> </w:t>
      </w:r>
      <w:r w:rsidRPr="00F17E00">
        <w:t>üürileandjale/rendileandjale tagastama</w:t>
      </w:r>
      <w:r w:rsidR="006B2D2C">
        <w:t>;</w:t>
      </w:r>
    </w:p>
    <w:p w14:paraId="1F5258B1" w14:textId="57C1645A" w:rsidR="00F17E00" w:rsidRPr="00F17E00" w:rsidRDefault="00F17E00" w:rsidP="006B2D2C">
      <w:pPr>
        <w:pStyle w:val="NoSpacing"/>
        <w:jc w:val="both"/>
      </w:pPr>
      <w:r w:rsidRPr="00F17E00">
        <w:t>- sõlmima, täitma, muutma ja/või lõpetama volitaja nimel konsultatsioonilepinguid</w:t>
      </w:r>
      <w:r w:rsidR="006B2D2C">
        <w:t xml:space="preserve"> </w:t>
      </w:r>
      <w:r w:rsidRPr="00F17E00">
        <w:t>konsultatsioonide tellimiseks summas kuni 5 000.- (viis tuhat) eurot ilma km-ta;</w:t>
      </w:r>
    </w:p>
    <w:p w14:paraId="4FDFDE88" w14:textId="788E6546" w:rsidR="00F17E00" w:rsidRPr="00F17E00" w:rsidRDefault="00F17E00" w:rsidP="006B2D2C">
      <w:pPr>
        <w:pStyle w:val="NoSpacing"/>
        <w:jc w:val="both"/>
      </w:pPr>
      <w:r w:rsidRPr="00F17E00">
        <w:t>- sõlmima, täitma, muutma ja/või lõpetama volitaja nimel ostulepinguid vallasasjade</w:t>
      </w:r>
      <w:r w:rsidR="006B2D2C">
        <w:t xml:space="preserve"> </w:t>
      </w:r>
      <w:r w:rsidRPr="00F17E00">
        <w:t>ostmiseks</w:t>
      </w:r>
      <w:r w:rsidR="006B2D2C">
        <w:t xml:space="preserve"> </w:t>
      </w:r>
      <w:r w:rsidRPr="00F17E00">
        <w:t>summas kuni 300 000.- (kolmsada tuhat) eurot ilma km-ta ja võtma vastu</w:t>
      </w:r>
      <w:r w:rsidR="006B2D2C">
        <w:t xml:space="preserve"> </w:t>
      </w:r>
      <w:r w:rsidRPr="00F17E00">
        <w:t>volitaja nimel ostulepingute objektiks olevate vallasasjade valduse ja omandi;</w:t>
      </w:r>
    </w:p>
    <w:p w14:paraId="06A407E5" w14:textId="139C82F6" w:rsidR="00F17E00" w:rsidRPr="00F17E00" w:rsidRDefault="00F17E00" w:rsidP="006B2D2C">
      <w:pPr>
        <w:pStyle w:val="NoSpacing"/>
        <w:jc w:val="both"/>
      </w:pPr>
      <w:r w:rsidRPr="00F17E00">
        <w:t>- sõlmima, täitma, muutma ja/või lõpetama volitaja nimel ehitusobjektil ehitustööde</w:t>
      </w:r>
      <w:r w:rsidR="006B2D2C">
        <w:t xml:space="preserve"> </w:t>
      </w:r>
      <w:r w:rsidRPr="00F17E00">
        <w:t>teostamiseks vajalikke liitumislepinguid;</w:t>
      </w:r>
    </w:p>
    <w:p w14:paraId="6CA49F2A" w14:textId="4A4D50E7" w:rsidR="00F17E00" w:rsidRPr="00F17E00" w:rsidRDefault="00F17E00" w:rsidP="006B2D2C">
      <w:pPr>
        <w:pStyle w:val="NoSpacing"/>
        <w:jc w:val="both"/>
      </w:pPr>
      <w:r w:rsidRPr="00F17E00">
        <w:t>- taotlema volitaja nimel ehitusobjekti tööde teostamiseks vajalikke kooskõlastusi</w:t>
      </w:r>
      <w:r w:rsidR="006B2D2C">
        <w:t xml:space="preserve"> </w:t>
      </w:r>
      <w:r w:rsidRPr="00F17E00">
        <w:t>erinevates ametiasutustes.</w:t>
      </w:r>
      <w:r>
        <w:t xml:space="preserve"> </w:t>
      </w:r>
      <w:r w:rsidRPr="00F17E00">
        <w:t>Volikirjas lubatud tehingutes ja toimingutes on volitatu õigustatud nõudma, saama ja esitama kõiki</w:t>
      </w:r>
      <w:r>
        <w:t xml:space="preserve"> </w:t>
      </w:r>
      <w:r w:rsidRPr="00F17E00">
        <w:t>volitaja nimel tehtavate toimingute</w:t>
      </w:r>
      <w:r>
        <w:t xml:space="preserve"> </w:t>
      </w:r>
      <w:r w:rsidRPr="00F17E00">
        <w:t>sõlmimiseks/muutmiseks/lõpetamiseks vajalikke dokumente,</w:t>
      </w:r>
      <w:r>
        <w:t xml:space="preserve"> </w:t>
      </w:r>
      <w:r w:rsidRPr="00F17E00">
        <w:t>taotlusi, väljavõtteid, ärakirju ja avaldusi.</w:t>
      </w:r>
    </w:p>
    <w:p w14:paraId="3790159B" w14:textId="77777777" w:rsidR="00F17E00" w:rsidRDefault="00F17E00" w:rsidP="006B2D2C">
      <w:pPr>
        <w:pStyle w:val="NoSpacing"/>
        <w:jc w:val="both"/>
        <w:rPr>
          <w:b/>
          <w:bCs/>
        </w:rPr>
      </w:pPr>
    </w:p>
    <w:p w14:paraId="027AF1B1" w14:textId="26481D12" w:rsidR="00F17E00" w:rsidRPr="00F17E00" w:rsidRDefault="00F17E00" w:rsidP="006B2D2C">
      <w:pPr>
        <w:pStyle w:val="NoSpacing"/>
        <w:jc w:val="both"/>
        <w:rPr>
          <w:b/>
          <w:bCs/>
        </w:rPr>
      </w:pPr>
      <w:r w:rsidRPr="00F17E00">
        <w:rPr>
          <w:b/>
          <w:bCs/>
        </w:rPr>
        <w:t>Volikiri on kehtiv alates selle alguses märgitud kuupäevast, sõltumata võimalikust hilisemast</w:t>
      </w:r>
    </w:p>
    <w:p w14:paraId="4196C846" w14:textId="05EAD31F" w:rsidR="00F17E00" w:rsidRPr="00F17E00" w:rsidRDefault="00F17E00" w:rsidP="006B2D2C">
      <w:pPr>
        <w:pStyle w:val="NoSpacing"/>
        <w:jc w:val="both"/>
        <w:rPr>
          <w:b/>
          <w:bCs/>
        </w:rPr>
      </w:pPr>
      <w:r w:rsidRPr="00F17E00">
        <w:rPr>
          <w:b/>
          <w:bCs/>
        </w:rPr>
        <w:t xml:space="preserve">allkirjastamise hetkest ja kehtib kuni </w:t>
      </w:r>
      <w:r w:rsidR="00E53583">
        <w:rPr>
          <w:b/>
          <w:bCs/>
        </w:rPr>
        <w:t>3</w:t>
      </w:r>
      <w:r w:rsidR="00B132F9">
        <w:rPr>
          <w:b/>
          <w:bCs/>
        </w:rPr>
        <w:t>1</w:t>
      </w:r>
      <w:r w:rsidRPr="00F17E00">
        <w:rPr>
          <w:b/>
          <w:bCs/>
        </w:rPr>
        <w:t>.</w:t>
      </w:r>
      <w:r w:rsidR="00E53583">
        <w:rPr>
          <w:b/>
          <w:bCs/>
        </w:rPr>
        <w:t>12</w:t>
      </w:r>
      <w:r w:rsidRPr="00F17E00">
        <w:rPr>
          <w:b/>
          <w:bCs/>
        </w:rPr>
        <w:t>.202</w:t>
      </w:r>
      <w:r w:rsidR="00E53583">
        <w:rPr>
          <w:b/>
          <w:bCs/>
        </w:rPr>
        <w:t>4</w:t>
      </w:r>
      <w:r w:rsidRPr="00F17E00">
        <w:rPr>
          <w:b/>
          <w:bCs/>
        </w:rPr>
        <w:t>. a.</w:t>
      </w:r>
    </w:p>
    <w:p w14:paraId="0E48F603" w14:textId="77777777" w:rsidR="00F17E00" w:rsidRDefault="00F17E00" w:rsidP="006B2D2C">
      <w:pPr>
        <w:pStyle w:val="NoSpacing"/>
        <w:jc w:val="both"/>
      </w:pPr>
    </w:p>
    <w:p w14:paraId="508E0F61" w14:textId="4072C6FF" w:rsidR="00F17E00" w:rsidRPr="00F17E00" w:rsidRDefault="00F17E00" w:rsidP="006B2D2C">
      <w:pPr>
        <w:pStyle w:val="NoSpacing"/>
        <w:jc w:val="both"/>
      </w:pPr>
      <w:r w:rsidRPr="00F17E00">
        <w:t>Volikiri on välja antud edasivolitamise õiguseta.</w:t>
      </w:r>
    </w:p>
    <w:p w14:paraId="7C62A900" w14:textId="77777777" w:rsidR="00F17E00" w:rsidRPr="0081408E" w:rsidRDefault="00F17E00" w:rsidP="006B2D2C">
      <w:pPr>
        <w:pStyle w:val="NoSpacing"/>
        <w:jc w:val="both"/>
        <w:rPr>
          <w:i/>
          <w:iCs/>
        </w:rPr>
      </w:pPr>
    </w:p>
    <w:p w14:paraId="74F0E6EF" w14:textId="6FFA5B89" w:rsidR="00F17E00" w:rsidRPr="0081408E" w:rsidRDefault="00F17E00" w:rsidP="006B2D2C">
      <w:pPr>
        <w:pStyle w:val="NoSpacing"/>
        <w:jc w:val="both"/>
        <w:rPr>
          <w:i/>
          <w:iCs/>
        </w:rPr>
      </w:pPr>
      <w:r w:rsidRPr="0081408E">
        <w:rPr>
          <w:i/>
          <w:iCs/>
        </w:rPr>
        <w:t>/allkirjastatud digitaalselt/</w:t>
      </w:r>
    </w:p>
    <w:p w14:paraId="72967E65" w14:textId="1358567F" w:rsidR="00F17E00" w:rsidRDefault="00F17E00" w:rsidP="006B2D2C">
      <w:pPr>
        <w:pStyle w:val="NoSpacing"/>
        <w:jc w:val="both"/>
      </w:pPr>
      <w:r>
        <w:t>________________________</w:t>
      </w:r>
    </w:p>
    <w:p w14:paraId="3EFAF38B" w14:textId="77777777" w:rsidR="00F17E00" w:rsidRPr="00F17E00" w:rsidRDefault="00F17E00" w:rsidP="006B2D2C">
      <w:pPr>
        <w:pStyle w:val="NoSpacing"/>
        <w:jc w:val="both"/>
      </w:pPr>
    </w:p>
    <w:p w14:paraId="58D851D7" w14:textId="77777777" w:rsidR="00F17E00" w:rsidRPr="00F17E00" w:rsidRDefault="00F17E00" w:rsidP="006B2D2C">
      <w:pPr>
        <w:pStyle w:val="NoSpacing"/>
        <w:jc w:val="both"/>
      </w:pPr>
      <w:r w:rsidRPr="00F17E00">
        <w:t>Kaspar Kaldjärv</w:t>
      </w:r>
    </w:p>
    <w:p w14:paraId="7DC8780C" w14:textId="77777777" w:rsidR="00F17E00" w:rsidRPr="00F17E00" w:rsidRDefault="00F17E00" w:rsidP="006B2D2C">
      <w:pPr>
        <w:pStyle w:val="NoSpacing"/>
        <w:jc w:val="both"/>
      </w:pPr>
      <w:proofErr w:type="spellStart"/>
      <w:r w:rsidRPr="00F17E00">
        <w:t>Tariston</w:t>
      </w:r>
      <w:proofErr w:type="spellEnd"/>
      <w:r w:rsidRPr="00F17E00">
        <w:t xml:space="preserve"> AS</w:t>
      </w:r>
    </w:p>
    <w:p w14:paraId="132EF261" w14:textId="0EB2677D" w:rsidR="00E45042" w:rsidRDefault="00F17E00" w:rsidP="006B2D2C">
      <w:pPr>
        <w:pStyle w:val="NoSpacing"/>
        <w:jc w:val="both"/>
      </w:pPr>
      <w:r w:rsidRPr="00F17E00">
        <w:t>Juhatuse esimees</w:t>
      </w:r>
    </w:p>
    <w:p w14:paraId="0B15345B" w14:textId="77777777" w:rsidR="009B7034" w:rsidRPr="00340397" w:rsidRDefault="009B7034" w:rsidP="006B2D2C">
      <w:pPr>
        <w:pStyle w:val="NoSpacing"/>
        <w:jc w:val="both"/>
      </w:pPr>
    </w:p>
    <w:sectPr w:rsidR="009B7034" w:rsidRPr="00340397" w:rsidSect="00AC02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EB9C7" w14:textId="77777777" w:rsidR="009152DE" w:rsidRDefault="009152DE" w:rsidP="005625D9">
      <w:pPr>
        <w:spacing w:after="0" w:line="240" w:lineRule="auto"/>
      </w:pPr>
      <w:r>
        <w:separator/>
      </w:r>
    </w:p>
  </w:endnote>
  <w:endnote w:type="continuationSeparator" w:id="0">
    <w:p w14:paraId="791D67CC" w14:textId="77777777" w:rsidR="009152DE" w:rsidRDefault="009152DE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8386" w14:textId="77777777" w:rsidR="00A9673B" w:rsidRDefault="00A96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7B9C" w14:textId="77777777" w:rsidR="00A9673B" w:rsidRDefault="00A967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4FFD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57D870FF" wp14:editId="2573D382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67BB6" w14:textId="77777777" w:rsidR="009152DE" w:rsidRDefault="009152DE" w:rsidP="005625D9">
      <w:pPr>
        <w:spacing w:after="0" w:line="240" w:lineRule="auto"/>
      </w:pPr>
      <w:r>
        <w:separator/>
      </w:r>
    </w:p>
  </w:footnote>
  <w:footnote w:type="continuationSeparator" w:id="0">
    <w:p w14:paraId="3F3B8300" w14:textId="77777777" w:rsidR="009152DE" w:rsidRDefault="009152DE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88D7" w14:textId="77777777" w:rsidR="00A9673B" w:rsidRDefault="00A96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34FF6" w14:textId="77777777" w:rsidR="005625D9" w:rsidRDefault="005625D9">
    <w:pPr>
      <w:pStyle w:val="Header"/>
    </w:pPr>
  </w:p>
  <w:p w14:paraId="0D3F6B8F" w14:textId="77777777" w:rsidR="005625D9" w:rsidRDefault="00562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FA34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2CF2DB18" wp14:editId="7BCBE335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00"/>
    <w:rsid w:val="000F45A9"/>
    <w:rsid w:val="001738A5"/>
    <w:rsid w:val="001B2B26"/>
    <w:rsid w:val="00235768"/>
    <w:rsid w:val="00282832"/>
    <w:rsid w:val="002920A2"/>
    <w:rsid w:val="00340397"/>
    <w:rsid w:val="003A64F4"/>
    <w:rsid w:val="00473572"/>
    <w:rsid w:val="004D66EC"/>
    <w:rsid w:val="004F0740"/>
    <w:rsid w:val="00523EC9"/>
    <w:rsid w:val="00555403"/>
    <w:rsid w:val="00557522"/>
    <w:rsid w:val="005625D9"/>
    <w:rsid w:val="00632210"/>
    <w:rsid w:val="006B2D2C"/>
    <w:rsid w:val="00794D85"/>
    <w:rsid w:val="007A4ED1"/>
    <w:rsid w:val="007A7DBC"/>
    <w:rsid w:val="007B3E0E"/>
    <w:rsid w:val="007C359B"/>
    <w:rsid w:val="007F2793"/>
    <w:rsid w:val="0081408E"/>
    <w:rsid w:val="00865707"/>
    <w:rsid w:val="008A39F4"/>
    <w:rsid w:val="009152DE"/>
    <w:rsid w:val="009B7034"/>
    <w:rsid w:val="00A103F9"/>
    <w:rsid w:val="00A33E5C"/>
    <w:rsid w:val="00A90CC9"/>
    <w:rsid w:val="00A9673B"/>
    <w:rsid w:val="00AB2AD0"/>
    <w:rsid w:val="00AC026B"/>
    <w:rsid w:val="00B132F9"/>
    <w:rsid w:val="00B24512"/>
    <w:rsid w:val="00BC4AEF"/>
    <w:rsid w:val="00C07D06"/>
    <w:rsid w:val="00C87589"/>
    <w:rsid w:val="00D46D25"/>
    <w:rsid w:val="00E11B0A"/>
    <w:rsid w:val="00E45042"/>
    <w:rsid w:val="00E53583"/>
    <w:rsid w:val="00E8669F"/>
    <w:rsid w:val="00F17E00"/>
    <w:rsid w:val="00F87D93"/>
    <w:rsid w:val="00FE710B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3CE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17E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kaldjarv\Desktop\Kirjaplank_Tarist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2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</Template>
  <TotalTime>0</TotalTime>
  <Pages>1</Pages>
  <Words>310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2023-04-06T12:51:00Z</dcterms:created>
  <dcterms:modified xsi:type="dcterms:W3CDTF">2023-04-06T12:51:00Z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